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4500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F1CC28" w14:textId="77777777" w:rsidTr="00146EEC">
        <w:tc>
          <w:tcPr>
            <w:tcW w:w="2689" w:type="dxa"/>
          </w:tcPr>
          <w:p w14:paraId="3EBFFD4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6579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B651C6E" w14:textId="77777777" w:rsidTr="00146EEC">
        <w:tc>
          <w:tcPr>
            <w:tcW w:w="2689" w:type="dxa"/>
          </w:tcPr>
          <w:p w14:paraId="2031F306" w14:textId="1F42E36D" w:rsidR="00E918B8" w:rsidRPr="00E918B8" w:rsidRDefault="00E918B8" w:rsidP="002D4E69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9B33C4">
              <w:t>1</w:t>
            </w:r>
          </w:p>
        </w:tc>
        <w:tc>
          <w:tcPr>
            <w:tcW w:w="6939" w:type="dxa"/>
          </w:tcPr>
          <w:p w14:paraId="3744F483" w14:textId="7406FEBA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895509">
              <w:t>4</w:t>
            </w:r>
            <w:r w:rsidRPr="007C778A">
              <w:t>.0.</w:t>
            </w:r>
          </w:p>
        </w:tc>
      </w:tr>
    </w:tbl>
    <w:p w14:paraId="210095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B3668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7FE4C4" w14:textId="165BF701" w:rsidR="00F1480E" w:rsidRPr="000754EC" w:rsidRDefault="00EB27E5" w:rsidP="009C3280">
            <w:pPr>
              <w:pStyle w:val="SIUNITCODE"/>
            </w:pPr>
            <w:r>
              <w:t>AHCBUS</w:t>
            </w:r>
            <w:r w:rsidR="00D024A4">
              <w:t>5</w:t>
            </w:r>
            <w:r w:rsidR="009B33C4">
              <w:t>1</w:t>
            </w:r>
            <w:r w:rsidR="00D024A4">
              <w:t>6</w:t>
            </w:r>
          </w:p>
        </w:tc>
        <w:tc>
          <w:tcPr>
            <w:tcW w:w="3604" w:type="pct"/>
            <w:shd w:val="clear" w:color="auto" w:fill="auto"/>
          </w:tcPr>
          <w:p w14:paraId="7B780060" w14:textId="77777777" w:rsidR="00F1480E" w:rsidRPr="000754EC" w:rsidRDefault="00D024A4" w:rsidP="000754EC">
            <w:pPr>
              <w:pStyle w:val="SIUnittitle"/>
            </w:pPr>
            <w:r w:rsidRPr="00D024A4">
              <w:t>Develop and review a business plan</w:t>
            </w:r>
          </w:p>
        </w:tc>
      </w:tr>
      <w:tr w:rsidR="00F1480E" w:rsidRPr="00963A46" w14:paraId="696A3CE5" w14:textId="77777777" w:rsidTr="00CA2922">
        <w:tc>
          <w:tcPr>
            <w:tcW w:w="1396" w:type="pct"/>
            <w:shd w:val="clear" w:color="auto" w:fill="auto"/>
          </w:tcPr>
          <w:p w14:paraId="0E71021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6902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8E9E35" w14:textId="77777777" w:rsidR="00D024A4" w:rsidRPr="00D024A4" w:rsidRDefault="00D024A4" w:rsidP="00D024A4">
            <w:pPr>
              <w:pStyle w:val="SIText"/>
            </w:pPr>
            <w:r w:rsidRPr="0014443A">
              <w:t xml:space="preserve">This unit of competency describes the skills and knowledge required to develop and </w:t>
            </w:r>
            <w:r w:rsidRPr="00D024A4">
              <w:t>review a business plan.</w:t>
            </w:r>
          </w:p>
          <w:p w14:paraId="35584134" w14:textId="77777777" w:rsidR="00D024A4" w:rsidRPr="0014443A" w:rsidRDefault="00D024A4" w:rsidP="00D024A4">
            <w:pPr>
              <w:pStyle w:val="SIText"/>
            </w:pPr>
          </w:p>
          <w:p w14:paraId="15CA3BBD" w14:textId="378BF4B9" w:rsidR="00D024A4" w:rsidRPr="00D024A4" w:rsidRDefault="00D024A4" w:rsidP="00D024A4">
            <w:pPr>
              <w:pStyle w:val="SIText"/>
            </w:pPr>
            <w:r w:rsidRPr="0014443A">
              <w:t xml:space="preserve">This unit applies to </w:t>
            </w:r>
            <w:r w:rsidR="00AB1C32">
              <w:t>individuals</w:t>
            </w:r>
            <w:r w:rsidR="00AB1C32" w:rsidRPr="0014443A">
              <w:t xml:space="preserve"> </w:t>
            </w:r>
            <w:r w:rsidRPr="0014443A">
              <w:t>whose role is to set the short, medium or long term goals and targets for the business plan</w:t>
            </w:r>
            <w:r w:rsidR="0046737C">
              <w:t xml:space="preserve">. </w:t>
            </w:r>
            <w:r w:rsidRPr="0014443A">
              <w:t xml:space="preserve"> </w:t>
            </w:r>
            <w:r w:rsidR="0046737C">
              <w:t>Roles</w:t>
            </w:r>
            <w:r w:rsidR="0046737C" w:rsidRPr="0014443A">
              <w:t xml:space="preserve"> </w:t>
            </w:r>
            <w:r w:rsidRPr="0014443A">
              <w:t>may relate to marketing and production targets, resource and asset development and management,</w:t>
            </w:r>
            <w:r w:rsidR="00990E2F">
              <w:t xml:space="preserve"> supply chain management,</w:t>
            </w:r>
            <w:r w:rsidRPr="0014443A">
              <w:t xml:space="preserve"> acquisitions, capital, property improvements, and operational systems.</w:t>
            </w:r>
          </w:p>
          <w:p w14:paraId="0A627EF5" w14:textId="77777777" w:rsidR="00D024A4" w:rsidRPr="0014443A" w:rsidRDefault="00D024A4" w:rsidP="00D024A4">
            <w:pPr>
              <w:pStyle w:val="SIText"/>
            </w:pPr>
          </w:p>
          <w:p w14:paraId="5582E7D8" w14:textId="60D34CAE" w:rsidR="00D024A4" w:rsidRDefault="00895509" w:rsidP="00D024A4">
            <w:pPr>
              <w:pStyle w:val="SIText"/>
            </w:pPr>
            <w:r>
              <w:t>At this level, workers</w:t>
            </w:r>
            <w:r w:rsidR="00D024A4" w:rsidRPr="0014443A">
              <w:t xml:space="preserve"> take personal responsibility and exercise autonomy in undertaking complex work. They analyse information and exercise judgement to complete a range of advanced skilled activities.</w:t>
            </w:r>
          </w:p>
          <w:p w14:paraId="5F7AEDD8" w14:textId="77777777" w:rsidR="00895509" w:rsidRPr="00D024A4" w:rsidRDefault="00895509" w:rsidP="00D024A4">
            <w:pPr>
              <w:pStyle w:val="SIText"/>
            </w:pPr>
          </w:p>
          <w:p w14:paraId="1A053A9D" w14:textId="0A035E20" w:rsidR="00D024A4" w:rsidRDefault="00895509" w:rsidP="00D024A4">
            <w:pPr>
              <w:pStyle w:val="SIText"/>
            </w:pPr>
            <w:r w:rsidRPr="00895509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3E3E9F42" w14:textId="77777777" w:rsidR="00895509" w:rsidRPr="0014443A" w:rsidRDefault="00895509" w:rsidP="00D024A4">
            <w:pPr>
              <w:pStyle w:val="SIText"/>
            </w:pPr>
          </w:p>
          <w:p w14:paraId="55A65726" w14:textId="7C5DA88D" w:rsidR="00373436" w:rsidRPr="000754EC" w:rsidRDefault="00D024A4" w:rsidP="00D024A4">
            <w:pPr>
              <w:pStyle w:val="SIText"/>
            </w:pPr>
            <w:r w:rsidRPr="0014443A">
              <w:t>No licensing, legislative or certification requirements apply to this unit at the time of publication.</w:t>
            </w:r>
          </w:p>
        </w:tc>
      </w:tr>
      <w:tr w:rsidR="00F1480E" w:rsidRPr="00963A46" w14:paraId="3CF8F10C" w14:textId="77777777" w:rsidTr="00CA2922">
        <w:tc>
          <w:tcPr>
            <w:tcW w:w="1396" w:type="pct"/>
            <w:shd w:val="clear" w:color="auto" w:fill="auto"/>
          </w:tcPr>
          <w:p w14:paraId="2BAF133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6808EF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FA9361F" w14:textId="77777777" w:rsidTr="00CA2922">
        <w:tc>
          <w:tcPr>
            <w:tcW w:w="1396" w:type="pct"/>
            <w:shd w:val="clear" w:color="auto" w:fill="auto"/>
          </w:tcPr>
          <w:p w14:paraId="35441B1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0CF66D8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198E32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079A6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2CBB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28671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6FB9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BBFC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7D556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24A4" w:rsidRPr="00963A46" w14:paraId="467E98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9F3F08" w14:textId="7909A9EB" w:rsidR="00D024A4" w:rsidRPr="00D024A4" w:rsidRDefault="00D024A4" w:rsidP="00D024A4">
            <w:pPr>
              <w:pStyle w:val="SIText"/>
            </w:pPr>
            <w:r>
              <w:t>1.</w:t>
            </w:r>
            <w:r w:rsidR="008468D1">
              <w:t xml:space="preserve"> </w:t>
            </w:r>
            <w:r w:rsidRPr="00D024A4">
              <w:t>Determine scope of business plan</w:t>
            </w:r>
          </w:p>
        </w:tc>
        <w:tc>
          <w:tcPr>
            <w:tcW w:w="3604" w:type="pct"/>
            <w:shd w:val="clear" w:color="auto" w:fill="auto"/>
          </w:tcPr>
          <w:p w14:paraId="4941C197" w14:textId="77777777" w:rsidR="00D024A4" w:rsidRPr="00D024A4" w:rsidRDefault="00D024A4" w:rsidP="00D024A4">
            <w:pPr>
              <w:pStyle w:val="SIText"/>
            </w:pPr>
            <w:r>
              <w:t xml:space="preserve">1.1 </w:t>
            </w:r>
            <w:r w:rsidRPr="0014443A">
              <w:t>Determine scope of the business plan and associated systems in consultation with key and specialist personnel</w:t>
            </w:r>
          </w:p>
          <w:p w14:paraId="7AAC93B8" w14:textId="7000F7AB" w:rsidR="00D024A4" w:rsidRPr="00D024A4" w:rsidRDefault="00D024A4" w:rsidP="00D024A4">
            <w:pPr>
              <w:pStyle w:val="SIText"/>
            </w:pPr>
            <w:r w:rsidRPr="0014443A">
              <w:t>1.2</w:t>
            </w:r>
            <w:r>
              <w:t xml:space="preserve"> </w:t>
            </w:r>
            <w:r w:rsidRPr="0014443A">
              <w:t xml:space="preserve">Access information to inform business </w:t>
            </w:r>
            <w:r w:rsidRPr="00D024A4">
              <w:t>plan development</w:t>
            </w:r>
            <w:r w:rsidR="00990E2F">
              <w:t xml:space="preserve"> including potential business opportunities</w:t>
            </w:r>
          </w:p>
          <w:p w14:paraId="49AC0031" w14:textId="77777777" w:rsidR="00D024A4" w:rsidRPr="00D024A4" w:rsidRDefault="00D024A4" w:rsidP="00D024A4">
            <w:pPr>
              <w:pStyle w:val="SIText"/>
            </w:pPr>
            <w:r w:rsidRPr="0014443A">
              <w:t>1.3</w:t>
            </w:r>
            <w:r>
              <w:t xml:space="preserve"> </w:t>
            </w:r>
            <w:r w:rsidRPr="0014443A">
              <w:t>Account for and incorporate trends and seasonal variations</w:t>
            </w:r>
          </w:p>
          <w:p w14:paraId="66902580" w14:textId="77777777" w:rsidR="00D024A4" w:rsidRPr="00D024A4" w:rsidRDefault="00D024A4" w:rsidP="00D024A4">
            <w:pPr>
              <w:pStyle w:val="SIText"/>
            </w:pPr>
            <w:r w:rsidRPr="0014443A">
              <w:t>1.4</w:t>
            </w:r>
            <w:r>
              <w:t xml:space="preserve"> </w:t>
            </w:r>
            <w:r w:rsidRPr="0014443A">
              <w:t>Account for strategic goals, targets and directions of the enterprise</w:t>
            </w:r>
          </w:p>
          <w:p w14:paraId="42FB8733" w14:textId="789F304F" w:rsidR="00D024A4" w:rsidRPr="00D024A4" w:rsidRDefault="00D024A4" w:rsidP="00D024A4">
            <w:pPr>
              <w:pStyle w:val="SIText"/>
            </w:pPr>
            <w:r w:rsidRPr="0014443A">
              <w:t>1.5</w:t>
            </w:r>
            <w:r>
              <w:t xml:space="preserve"> </w:t>
            </w:r>
            <w:r w:rsidR="0046737C">
              <w:t>Identify</w:t>
            </w:r>
            <w:r w:rsidR="0046737C" w:rsidRPr="0014443A">
              <w:t xml:space="preserve"> </w:t>
            </w:r>
            <w:r w:rsidRPr="0014443A">
              <w:t xml:space="preserve">legal obligations and compliance requirements </w:t>
            </w:r>
          </w:p>
        </w:tc>
      </w:tr>
      <w:tr w:rsidR="00D024A4" w:rsidRPr="00963A46" w14:paraId="0DF8E0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A792F6" w14:textId="02C896E2" w:rsidR="00D024A4" w:rsidRPr="00D024A4" w:rsidRDefault="00D024A4" w:rsidP="00D024A4">
            <w:pPr>
              <w:pStyle w:val="SIText"/>
            </w:pPr>
            <w:r>
              <w:t>2.</w:t>
            </w:r>
            <w:r w:rsidR="008468D1">
              <w:t xml:space="preserve"> </w:t>
            </w:r>
            <w:r w:rsidRPr="00D024A4">
              <w:t>Prepare business plan</w:t>
            </w:r>
          </w:p>
        </w:tc>
        <w:tc>
          <w:tcPr>
            <w:tcW w:w="3604" w:type="pct"/>
            <w:shd w:val="clear" w:color="auto" w:fill="auto"/>
          </w:tcPr>
          <w:p w14:paraId="14BD87D0" w14:textId="77777777" w:rsidR="00D024A4" w:rsidRPr="00D024A4" w:rsidRDefault="00D024A4" w:rsidP="00D024A4">
            <w:pPr>
              <w:pStyle w:val="SIText"/>
            </w:pPr>
            <w:r w:rsidRPr="0014443A">
              <w:t>2.1</w:t>
            </w:r>
            <w:r>
              <w:t xml:space="preserve"> </w:t>
            </w:r>
            <w:r w:rsidRPr="0014443A">
              <w:t>Develop operational goals and targets that enhance opportunities to meet the enterprise strategic plan</w:t>
            </w:r>
          </w:p>
          <w:p w14:paraId="461002FE" w14:textId="0E0D2CFB" w:rsidR="00D024A4" w:rsidRPr="00D024A4" w:rsidRDefault="00D024A4" w:rsidP="00D024A4">
            <w:pPr>
              <w:pStyle w:val="SIText"/>
            </w:pPr>
            <w:r w:rsidRPr="0014443A">
              <w:t>2.2</w:t>
            </w:r>
            <w:r>
              <w:t xml:space="preserve"> </w:t>
            </w:r>
            <w:r w:rsidR="0046737C">
              <w:t>Check</w:t>
            </w:r>
            <w:r w:rsidR="0046737C" w:rsidRPr="0014443A">
              <w:t xml:space="preserve"> </w:t>
            </w:r>
            <w:r w:rsidRPr="0014443A">
              <w:t>indicators of operational performance are clear and measurable and allow for realistic analysis of performance</w:t>
            </w:r>
          </w:p>
          <w:p w14:paraId="6F4F93BD" w14:textId="77777777" w:rsidR="00D024A4" w:rsidRPr="00D024A4" w:rsidRDefault="00D024A4" w:rsidP="00D024A4">
            <w:pPr>
              <w:pStyle w:val="SIText"/>
            </w:pPr>
            <w:r w:rsidRPr="0014443A">
              <w:t>2.3</w:t>
            </w:r>
            <w:r>
              <w:t xml:space="preserve"> </w:t>
            </w:r>
            <w:r w:rsidRPr="0014443A">
              <w:t>Identify and include resource requirements and input supply chain options</w:t>
            </w:r>
          </w:p>
          <w:p w14:paraId="5AE3AA80" w14:textId="77777777" w:rsidR="00D024A4" w:rsidRPr="00D024A4" w:rsidRDefault="00D024A4" w:rsidP="00D024A4">
            <w:pPr>
              <w:pStyle w:val="SIText"/>
            </w:pPr>
            <w:r w:rsidRPr="0014443A">
              <w:t>2.4</w:t>
            </w:r>
            <w:r>
              <w:t xml:space="preserve"> </w:t>
            </w:r>
            <w:r w:rsidRPr="0014443A">
              <w:t>Identify and incorporate human resource strategies</w:t>
            </w:r>
          </w:p>
          <w:p w14:paraId="6B10DF9E" w14:textId="77777777" w:rsidR="00D024A4" w:rsidRPr="00D024A4" w:rsidRDefault="00D024A4" w:rsidP="00D024A4">
            <w:pPr>
              <w:pStyle w:val="SIText"/>
            </w:pPr>
            <w:r w:rsidRPr="0014443A">
              <w:t>2.5</w:t>
            </w:r>
            <w:r>
              <w:t xml:space="preserve"> </w:t>
            </w:r>
            <w:r w:rsidRPr="0014443A">
              <w:t>Identify and incorporate marketing strategies</w:t>
            </w:r>
          </w:p>
          <w:p w14:paraId="015F988E" w14:textId="77777777" w:rsidR="00D024A4" w:rsidRPr="00D024A4" w:rsidRDefault="00D024A4" w:rsidP="00D024A4">
            <w:pPr>
              <w:pStyle w:val="SIText"/>
            </w:pPr>
            <w:r w:rsidRPr="0014443A">
              <w:t>2.6</w:t>
            </w:r>
            <w:r>
              <w:t xml:space="preserve"> </w:t>
            </w:r>
            <w:r w:rsidRPr="0014443A">
              <w:t>Identify risks for the business and develop minimisation strategies</w:t>
            </w:r>
          </w:p>
          <w:p w14:paraId="4B6C1F48" w14:textId="799CDB4B" w:rsidR="00D024A4" w:rsidRPr="00D024A4" w:rsidRDefault="00D024A4" w:rsidP="00D024A4">
            <w:pPr>
              <w:pStyle w:val="SIText"/>
            </w:pPr>
            <w:r w:rsidRPr="0014443A">
              <w:t>2.7</w:t>
            </w:r>
            <w:r>
              <w:t xml:space="preserve"> </w:t>
            </w:r>
            <w:r w:rsidR="008468D1">
              <w:t>Trial systems</w:t>
            </w:r>
            <w:r w:rsidRPr="0014443A">
              <w:t xml:space="preserve"> to test budgetary impact and operational potential before implementation</w:t>
            </w:r>
          </w:p>
        </w:tc>
      </w:tr>
      <w:tr w:rsidR="00D024A4" w:rsidRPr="00963A46" w14:paraId="6285F6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CE4CC4" w14:textId="64510EFA" w:rsidR="00D024A4" w:rsidRPr="00D024A4" w:rsidRDefault="00D024A4" w:rsidP="00D024A4">
            <w:pPr>
              <w:pStyle w:val="SIText"/>
            </w:pPr>
            <w:r>
              <w:t>3.</w:t>
            </w:r>
            <w:r w:rsidR="008468D1">
              <w:t xml:space="preserve"> </w:t>
            </w:r>
            <w:r w:rsidRPr="00D024A4">
              <w:t>Document and review business plan</w:t>
            </w:r>
          </w:p>
        </w:tc>
        <w:tc>
          <w:tcPr>
            <w:tcW w:w="3604" w:type="pct"/>
            <w:shd w:val="clear" w:color="auto" w:fill="auto"/>
          </w:tcPr>
          <w:p w14:paraId="1892744D" w14:textId="2A834A6A" w:rsidR="008468D1" w:rsidRDefault="00D024A4" w:rsidP="00D024A4">
            <w:pPr>
              <w:pStyle w:val="SIText"/>
            </w:pPr>
            <w:r w:rsidRPr="0014443A">
              <w:t>3.1</w:t>
            </w:r>
            <w:r>
              <w:t xml:space="preserve"> </w:t>
            </w:r>
            <w:r w:rsidR="0046737C">
              <w:t xml:space="preserve">Develop </w:t>
            </w:r>
            <w:r w:rsidR="008468D1">
              <w:t>the business plan</w:t>
            </w:r>
          </w:p>
          <w:p w14:paraId="4863D198" w14:textId="1195D72B" w:rsidR="00D024A4" w:rsidRPr="00D024A4" w:rsidRDefault="008468D1" w:rsidP="00D024A4">
            <w:pPr>
              <w:pStyle w:val="SIText"/>
            </w:pPr>
            <w:r>
              <w:t>3.2 Incorporate</w:t>
            </w:r>
            <w:r w:rsidRPr="0014443A">
              <w:t xml:space="preserve"> </w:t>
            </w:r>
            <w:r w:rsidR="00D024A4" w:rsidRPr="0014443A">
              <w:t>financial and operational systems that enhance performance management and suit enterprise requirements</w:t>
            </w:r>
          </w:p>
          <w:p w14:paraId="386C9E9E" w14:textId="50CAB29F" w:rsidR="00D024A4" w:rsidRPr="00D024A4" w:rsidRDefault="00D024A4" w:rsidP="00D024A4">
            <w:pPr>
              <w:pStyle w:val="SIText"/>
            </w:pPr>
            <w:r w:rsidRPr="0014443A">
              <w:t>3.</w:t>
            </w:r>
            <w:r w:rsidR="00C46784">
              <w:t xml:space="preserve">3 </w:t>
            </w:r>
            <w:r w:rsidR="008468D1">
              <w:t>C</w:t>
            </w:r>
            <w:r w:rsidRPr="0014443A">
              <w:t>ommunicate business plan to relevant parties</w:t>
            </w:r>
          </w:p>
          <w:p w14:paraId="3A0DEA8A" w14:textId="4EB9BDD4" w:rsidR="00D024A4" w:rsidRPr="00D024A4" w:rsidRDefault="00D024A4" w:rsidP="00D024A4">
            <w:pPr>
              <w:pStyle w:val="SIText"/>
            </w:pPr>
            <w:r w:rsidRPr="0014443A">
              <w:t>3.</w:t>
            </w:r>
            <w:r w:rsidR="00C46784">
              <w:t xml:space="preserve">4 </w:t>
            </w:r>
            <w:r w:rsidRPr="0014443A">
              <w:t>Monitor performance against the business plan to identify strengths, weaknesses and areas for improvement</w:t>
            </w:r>
          </w:p>
          <w:p w14:paraId="42EB937D" w14:textId="0DBC8828" w:rsidR="00D024A4" w:rsidRPr="00D024A4" w:rsidRDefault="00D024A4" w:rsidP="00D024A4">
            <w:pPr>
              <w:pStyle w:val="SIText"/>
            </w:pPr>
            <w:r w:rsidRPr="0014443A">
              <w:t>3.</w:t>
            </w:r>
            <w:r w:rsidR="00C46784">
              <w:t xml:space="preserve">5 </w:t>
            </w:r>
            <w:r w:rsidRPr="0014443A">
              <w:t>Make recommendations to improve the business plan and associated systems</w:t>
            </w:r>
          </w:p>
        </w:tc>
      </w:tr>
    </w:tbl>
    <w:p w14:paraId="48563E7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B6BDA5" w14:textId="77777777" w:rsidTr="00CA2922">
        <w:trPr>
          <w:tblHeader/>
        </w:trPr>
        <w:tc>
          <w:tcPr>
            <w:tcW w:w="5000" w:type="pct"/>
            <w:gridSpan w:val="2"/>
          </w:tcPr>
          <w:p w14:paraId="2FA83F37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648DF9D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3DA258" w14:textId="77777777" w:rsidTr="00CA2922">
        <w:trPr>
          <w:tblHeader/>
        </w:trPr>
        <w:tc>
          <w:tcPr>
            <w:tcW w:w="1396" w:type="pct"/>
          </w:tcPr>
          <w:p w14:paraId="3E96252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1D1F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533A681" w14:textId="77777777" w:rsidTr="00CA2922">
        <w:tc>
          <w:tcPr>
            <w:tcW w:w="1396" w:type="pct"/>
          </w:tcPr>
          <w:p w14:paraId="5889FBA2" w14:textId="6B10D658" w:rsidR="00F1480E" w:rsidRPr="000754EC" w:rsidRDefault="00C46784" w:rsidP="000754EC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408764D2" w14:textId="2C1E3284" w:rsidR="00F1480E" w:rsidRPr="000754EC" w:rsidRDefault="00C46784" w:rsidP="00DD0726">
            <w:pPr>
              <w:pStyle w:val="SIBulletList1"/>
            </w:pPr>
            <w:r>
              <w:t>Access and interpret complex information including legislation and business documentation relevant to enterprise</w:t>
            </w:r>
          </w:p>
        </w:tc>
      </w:tr>
    </w:tbl>
    <w:p w14:paraId="19D217D3" w14:textId="77777777" w:rsidR="00916CD7" w:rsidRDefault="00916CD7" w:rsidP="005F771F">
      <w:pPr>
        <w:pStyle w:val="SIText"/>
      </w:pPr>
    </w:p>
    <w:p w14:paraId="2BE8BBB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071609" w14:textId="77777777" w:rsidTr="00F33FF2">
        <w:tc>
          <w:tcPr>
            <w:tcW w:w="5000" w:type="pct"/>
            <w:gridSpan w:val="4"/>
          </w:tcPr>
          <w:p w14:paraId="495A79F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156146" w14:textId="77777777" w:rsidTr="00F33FF2">
        <w:tc>
          <w:tcPr>
            <w:tcW w:w="1028" w:type="pct"/>
          </w:tcPr>
          <w:p w14:paraId="3DE52E6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C32558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06E3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5DC9D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024A4" w14:paraId="2D562BE6" w14:textId="77777777" w:rsidTr="00F33FF2">
        <w:tc>
          <w:tcPr>
            <w:tcW w:w="1028" w:type="pct"/>
          </w:tcPr>
          <w:p w14:paraId="4941935F" w14:textId="19C963AD" w:rsidR="002D4E69" w:rsidRPr="00D024A4" w:rsidRDefault="00D024A4" w:rsidP="009B33C4">
            <w:pPr>
              <w:pStyle w:val="SIText"/>
            </w:pPr>
            <w:r w:rsidRPr="0014443A">
              <w:t>AHCBUS5</w:t>
            </w:r>
            <w:r w:rsidR="009B33C4">
              <w:t>1</w:t>
            </w:r>
            <w:r w:rsidRPr="0014443A">
              <w:t>6</w:t>
            </w:r>
            <w:r w:rsidR="00895509">
              <w:t xml:space="preserve"> </w:t>
            </w:r>
            <w:r w:rsidRPr="0014443A">
              <w:t>Develop and review a business plan</w:t>
            </w:r>
          </w:p>
        </w:tc>
        <w:tc>
          <w:tcPr>
            <w:tcW w:w="1105" w:type="pct"/>
          </w:tcPr>
          <w:p w14:paraId="73BF6E4A" w14:textId="5E01B55E" w:rsidR="002D4E69" w:rsidRPr="00D024A4" w:rsidRDefault="00D024A4" w:rsidP="009B33C4">
            <w:pPr>
              <w:pStyle w:val="SIText"/>
            </w:pPr>
            <w:r w:rsidRPr="0014443A">
              <w:t xml:space="preserve">AHCBUS506 Develop and review a business </w:t>
            </w:r>
            <w:r w:rsidRPr="00D024A4">
              <w:t>plan</w:t>
            </w:r>
          </w:p>
        </w:tc>
        <w:tc>
          <w:tcPr>
            <w:tcW w:w="1251" w:type="pct"/>
          </w:tcPr>
          <w:p w14:paraId="14058233" w14:textId="77777777" w:rsidR="009B33C4" w:rsidRDefault="00895509" w:rsidP="00895509">
            <w:r w:rsidRPr="00895509">
              <w:t xml:space="preserve">Performance criteria clarified. </w:t>
            </w:r>
          </w:p>
          <w:p w14:paraId="4154B06E" w14:textId="77777777" w:rsidR="009B33C4" w:rsidRDefault="00895509" w:rsidP="00895509">
            <w:r w:rsidRPr="00895509">
              <w:t xml:space="preserve">Foundation skills added. </w:t>
            </w:r>
          </w:p>
          <w:p w14:paraId="6B5181D2" w14:textId="3260A989" w:rsidR="00895509" w:rsidRPr="00895509" w:rsidRDefault="00895509" w:rsidP="00895509">
            <w:r w:rsidRPr="00895509">
              <w:t>Assessment requirements updated.</w:t>
            </w:r>
          </w:p>
          <w:p w14:paraId="11F6F15D" w14:textId="77777777" w:rsidR="00D024A4" w:rsidRPr="000754EC" w:rsidRDefault="00D024A4" w:rsidP="00D024A4">
            <w:pPr>
              <w:pStyle w:val="SIText"/>
            </w:pPr>
          </w:p>
        </w:tc>
        <w:tc>
          <w:tcPr>
            <w:tcW w:w="1616" w:type="pct"/>
          </w:tcPr>
          <w:p w14:paraId="49964697" w14:textId="77777777" w:rsidR="00D024A4" w:rsidRPr="00D024A4" w:rsidRDefault="00D024A4" w:rsidP="00D024A4">
            <w:pPr>
              <w:pStyle w:val="SIText"/>
            </w:pPr>
            <w:r w:rsidRPr="000754EC">
              <w:t xml:space="preserve">Equivalent unit </w:t>
            </w:r>
          </w:p>
          <w:p w14:paraId="251EE579" w14:textId="77777777" w:rsidR="00D024A4" w:rsidRPr="00D024A4" w:rsidRDefault="00D024A4" w:rsidP="00D024A4">
            <w:pPr>
              <w:pStyle w:val="SIText"/>
            </w:pPr>
          </w:p>
        </w:tc>
      </w:tr>
    </w:tbl>
    <w:p w14:paraId="5DDEE1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AADCD2" w14:textId="77777777" w:rsidTr="00CA2922">
        <w:tc>
          <w:tcPr>
            <w:tcW w:w="1396" w:type="pct"/>
            <w:shd w:val="clear" w:color="auto" w:fill="auto"/>
          </w:tcPr>
          <w:p w14:paraId="4A775E5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6BB926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8E61AFC" w14:textId="77777777" w:rsidR="00F1480E" w:rsidRDefault="00F1480E" w:rsidP="005F771F">
      <w:pPr>
        <w:pStyle w:val="SIText"/>
      </w:pPr>
    </w:p>
    <w:p w14:paraId="2EA6265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88287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18B32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99D2B05" w14:textId="4E2FC5F0" w:rsidR="00556C4C" w:rsidRPr="000754EC" w:rsidRDefault="00556C4C" w:rsidP="009C3280">
            <w:pPr>
              <w:pStyle w:val="SIUnittitle"/>
            </w:pPr>
            <w:r w:rsidRPr="00F56827">
              <w:t xml:space="preserve">Assessment requirements for </w:t>
            </w:r>
            <w:r w:rsidR="00D024A4" w:rsidRPr="0014443A">
              <w:t>AHCBUS5</w:t>
            </w:r>
            <w:r w:rsidR="009B33C4">
              <w:t>1</w:t>
            </w:r>
            <w:r w:rsidR="00D024A4" w:rsidRPr="0014443A">
              <w:t>6 Develop and review a business plan</w:t>
            </w:r>
          </w:p>
        </w:tc>
      </w:tr>
      <w:tr w:rsidR="00556C4C" w:rsidRPr="00A55106" w14:paraId="298BB86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8572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F56B77" w14:textId="77777777" w:rsidTr="00113678">
        <w:tc>
          <w:tcPr>
            <w:tcW w:w="5000" w:type="pct"/>
            <w:gridSpan w:val="2"/>
            <w:shd w:val="clear" w:color="auto" w:fill="auto"/>
          </w:tcPr>
          <w:p w14:paraId="2CA07027" w14:textId="114766C2" w:rsidR="00D024A4" w:rsidRDefault="00895509" w:rsidP="00D024A4">
            <w:pPr>
              <w:pStyle w:val="SIText"/>
            </w:pPr>
            <w:r w:rsidRPr="00895509">
              <w:t xml:space="preserve">An individual demonstrating competency must satisfy all of the elements and performance criteria in this unit. There must be evidence that the individual has </w:t>
            </w:r>
            <w:r w:rsidR="008468D1">
              <w:t xml:space="preserve">developed and reviewed </w:t>
            </w:r>
            <w:r w:rsidR="00A24B87">
              <w:t>a</w:t>
            </w:r>
            <w:r w:rsidR="008468D1">
              <w:t xml:space="preserve"> business plan</w:t>
            </w:r>
            <w:r w:rsidR="00A24B87">
              <w:t xml:space="preserve"> for at least one enterprise</w:t>
            </w:r>
            <w:r w:rsidR="008468D1">
              <w:t>, including:</w:t>
            </w:r>
          </w:p>
          <w:p w14:paraId="41F1CF29" w14:textId="77777777" w:rsidR="00D024A4" w:rsidRPr="00D024A4" w:rsidRDefault="00D024A4" w:rsidP="00D024A4">
            <w:pPr>
              <w:pStyle w:val="SIBulletList1"/>
            </w:pPr>
            <w:r w:rsidRPr="00543928">
              <w:t>set strategic goals, targets and directions for the enterprise</w:t>
            </w:r>
          </w:p>
          <w:p w14:paraId="74A52DAF" w14:textId="1A0177E0" w:rsidR="00D024A4" w:rsidRPr="00D024A4" w:rsidRDefault="00D024A4" w:rsidP="00D024A4">
            <w:pPr>
              <w:pStyle w:val="SIBulletList1"/>
            </w:pPr>
            <w:r w:rsidRPr="00543928">
              <w:t>determine</w:t>
            </w:r>
            <w:r w:rsidR="008468D1">
              <w:t>d</w:t>
            </w:r>
            <w:r w:rsidRPr="00543928">
              <w:t xml:space="preserve"> clear and measurable indicators of operational performance </w:t>
            </w:r>
          </w:p>
          <w:p w14:paraId="7FD691F3" w14:textId="1CA684DC" w:rsidR="00D024A4" w:rsidRPr="00D024A4" w:rsidRDefault="008468D1" w:rsidP="00D024A4">
            <w:pPr>
              <w:pStyle w:val="SIBulletList1"/>
            </w:pPr>
            <w:r w:rsidRPr="00543928">
              <w:t>identif</w:t>
            </w:r>
            <w:r>
              <w:t>ied</w:t>
            </w:r>
            <w:r w:rsidRPr="00543928">
              <w:t xml:space="preserve"> </w:t>
            </w:r>
            <w:r w:rsidR="00D024A4" w:rsidRPr="00543928">
              <w:t>and design</w:t>
            </w:r>
            <w:r>
              <w:t>ed</w:t>
            </w:r>
            <w:r w:rsidR="00D024A4" w:rsidRPr="00543928">
              <w:t xml:space="preserve"> risk management strategies</w:t>
            </w:r>
          </w:p>
          <w:p w14:paraId="65AA0F63" w14:textId="2632802D" w:rsidR="00D024A4" w:rsidRPr="00D024A4" w:rsidRDefault="00D024A4" w:rsidP="00D024A4">
            <w:pPr>
              <w:pStyle w:val="SIBulletList1"/>
            </w:pPr>
            <w:r w:rsidRPr="00543928">
              <w:t>develop</w:t>
            </w:r>
            <w:r w:rsidR="008468D1">
              <w:t>ed</w:t>
            </w:r>
            <w:r w:rsidRPr="00543928">
              <w:t xml:space="preserve"> appropriate operational plans</w:t>
            </w:r>
          </w:p>
          <w:p w14:paraId="481D2966" w14:textId="1F3F22BE" w:rsidR="00D024A4" w:rsidRPr="00D024A4" w:rsidRDefault="00D024A4" w:rsidP="00D024A4">
            <w:pPr>
              <w:pStyle w:val="SIBulletList1"/>
            </w:pPr>
            <w:r w:rsidRPr="00543928">
              <w:t>document</w:t>
            </w:r>
            <w:r w:rsidR="008468D1">
              <w:t>ed</w:t>
            </w:r>
            <w:r w:rsidRPr="00543928">
              <w:t xml:space="preserve"> the business plan </w:t>
            </w:r>
          </w:p>
          <w:p w14:paraId="5D4D5CFE" w14:textId="311AE61E" w:rsidR="00556C4C" w:rsidRPr="000754EC" w:rsidRDefault="00D024A4">
            <w:pPr>
              <w:pStyle w:val="SIBulletList1"/>
            </w:pPr>
            <w:r w:rsidRPr="00543928">
              <w:t>monitor</w:t>
            </w:r>
            <w:r w:rsidR="008468D1">
              <w:t>ed</w:t>
            </w:r>
            <w:r w:rsidRPr="00543928">
              <w:t xml:space="preserve"> the business plan to identify strengths, weaknesses and areas for improvement</w:t>
            </w:r>
            <w:r w:rsidR="008468D1">
              <w:t>.</w:t>
            </w:r>
          </w:p>
        </w:tc>
      </w:tr>
    </w:tbl>
    <w:p w14:paraId="1128A3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1DBB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0F75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B3BBDD7" w14:textId="77777777" w:rsidTr="00CA2922">
        <w:tc>
          <w:tcPr>
            <w:tcW w:w="5000" w:type="pct"/>
            <w:shd w:val="clear" w:color="auto" w:fill="auto"/>
          </w:tcPr>
          <w:p w14:paraId="660B0F1E" w14:textId="77777777" w:rsidR="00895509" w:rsidRPr="00895509" w:rsidRDefault="00895509" w:rsidP="00895509">
            <w:pPr>
              <w:pStyle w:val="SIText"/>
            </w:pPr>
            <w:r w:rsidRPr="00895509">
              <w:t>An individual must be able to demonstrate the knowledge required to perform the tasks outlined in the elements and performance criteria of this unit. This includes knowledge of:</w:t>
            </w:r>
          </w:p>
          <w:p w14:paraId="448CBFBC" w14:textId="77777777" w:rsidR="008468D1" w:rsidRPr="008468D1" w:rsidRDefault="008468D1" w:rsidP="00E7212E">
            <w:pPr>
              <w:pStyle w:val="SIBulletList1"/>
            </w:pPr>
            <w:r w:rsidRPr="008468D1">
              <w:t>profit and loss and cash flow systems</w:t>
            </w:r>
          </w:p>
          <w:p w14:paraId="028EA457" w14:textId="09953BCB" w:rsidR="00D024A4" w:rsidRPr="00D024A4" w:rsidRDefault="00D024A4" w:rsidP="00D024A4">
            <w:pPr>
              <w:pStyle w:val="SIBulletList1"/>
            </w:pPr>
            <w:r w:rsidRPr="00543928">
              <w:t>forecasting</w:t>
            </w:r>
            <w:r w:rsidR="008468D1">
              <w:t xml:space="preserve"> trends in expenditure and production for an enterprise</w:t>
            </w:r>
          </w:p>
          <w:p w14:paraId="74E04967" w14:textId="476B8571" w:rsidR="00D024A4" w:rsidRPr="00D024A4" w:rsidRDefault="00D024A4" w:rsidP="00D024A4">
            <w:pPr>
              <w:pStyle w:val="SIBulletList1"/>
            </w:pPr>
            <w:r w:rsidRPr="00543928">
              <w:t>communication techniques</w:t>
            </w:r>
            <w:r w:rsidR="008468D1">
              <w:t xml:space="preserve"> typically used to negotiate business strategies and directions </w:t>
            </w:r>
          </w:p>
          <w:p w14:paraId="5B6CD79F" w14:textId="3899D01D" w:rsidR="00D024A4" w:rsidRPr="00D024A4" w:rsidRDefault="00D024A4" w:rsidP="00D024A4">
            <w:pPr>
              <w:pStyle w:val="SIBulletList1"/>
            </w:pPr>
            <w:r w:rsidRPr="00543928">
              <w:t xml:space="preserve">risk management </w:t>
            </w:r>
            <w:r w:rsidR="00C46784">
              <w:t>strategies</w:t>
            </w:r>
            <w:r w:rsidR="008468D1">
              <w:t xml:space="preserve"> relevant to the enterprise</w:t>
            </w:r>
            <w:r w:rsidRPr="00543928">
              <w:t xml:space="preserve"> </w:t>
            </w:r>
          </w:p>
          <w:p w14:paraId="7998DB7B" w14:textId="67CF184B" w:rsidR="00D024A4" w:rsidRPr="00D024A4" w:rsidRDefault="00D024A4" w:rsidP="00D024A4">
            <w:pPr>
              <w:pStyle w:val="SIBulletList1"/>
            </w:pPr>
            <w:r w:rsidRPr="00543928">
              <w:t>marketing strategies</w:t>
            </w:r>
            <w:r w:rsidR="008468D1">
              <w:t xml:space="preserve"> relevant to the enterprise</w:t>
            </w:r>
          </w:p>
          <w:p w14:paraId="7828ED06" w14:textId="7FD1BF60" w:rsidR="00D024A4" w:rsidRPr="00D024A4" w:rsidRDefault="00C46784" w:rsidP="00D024A4">
            <w:pPr>
              <w:pStyle w:val="SIBulletList1"/>
            </w:pPr>
            <w:r>
              <w:t>measures</w:t>
            </w:r>
            <w:r w:rsidRPr="00543928">
              <w:t xml:space="preserve"> </w:t>
            </w:r>
            <w:r w:rsidR="00D024A4" w:rsidRPr="00543928">
              <w:t>of operational performance</w:t>
            </w:r>
          </w:p>
          <w:p w14:paraId="5519FC62" w14:textId="77777777" w:rsidR="00D024A4" w:rsidRPr="00D024A4" w:rsidRDefault="00D024A4" w:rsidP="00D024A4">
            <w:pPr>
              <w:pStyle w:val="SIBulletList1"/>
            </w:pPr>
            <w:r w:rsidRPr="00543928">
              <w:t>financial and operational systems and resource considerations relevant to business planning</w:t>
            </w:r>
          </w:p>
          <w:p w14:paraId="60F42985" w14:textId="55DD9B10" w:rsidR="00D024A4" w:rsidRPr="00D024A4" w:rsidRDefault="00D024A4" w:rsidP="00D024A4">
            <w:pPr>
              <w:pStyle w:val="SIBulletList1"/>
            </w:pPr>
            <w:r w:rsidRPr="00543928">
              <w:t>logical and analytic</w:t>
            </w:r>
            <w:r w:rsidR="00A24B87">
              <w:t>al</w:t>
            </w:r>
            <w:r w:rsidRPr="00543928">
              <w:t xml:space="preserve"> methods</w:t>
            </w:r>
            <w:r w:rsidR="00A24B87">
              <w:t xml:space="preserve"> to interpret and analyse financial reports</w:t>
            </w:r>
          </w:p>
          <w:p w14:paraId="4F53AA4B" w14:textId="77777777" w:rsidR="00D024A4" w:rsidRPr="00D024A4" w:rsidRDefault="00D024A4" w:rsidP="00D024A4">
            <w:pPr>
              <w:pStyle w:val="SIBulletList1"/>
            </w:pPr>
            <w:r w:rsidRPr="00543928">
              <w:t>industrial relations, taxation, corporate and industry legislation, environmental and work health and safety legislation as they relate to the enterprise</w:t>
            </w:r>
          </w:p>
          <w:p w14:paraId="57B8E526" w14:textId="77777777" w:rsidR="00F1480E" w:rsidRPr="000754EC" w:rsidRDefault="00D024A4" w:rsidP="00D024A4">
            <w:pPr>
              <w:pStyle w:val="SIBulletList1"/>
            </w:pPr>
            <w:r w:rsidRPr="00543928">
              <w:t>capital investment analysis.</w:t>
            </w:r>
          </w:p>
        </w:tc>
      </w:tr>
    </w:tbl>
    <w:p w14:paraId="6DEED5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8295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8319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420E19" w14:textId="77777777" w:rsidTr="00CA2922">
        <w:tc>
          <w:tcPr>
            <w:tcW w:w="5000" w:type="pct"/>
            <w:shd w:val="clear" w:color="auto" w:fill="auto"/>
          </w:tcPr>
          <w:p w14:paraId="556AE457" w14:textId="77777777" w:rsidR="00895509" w:rsidRPr="00895509" w:rsidRDefault="00895509" w:rsidP="00895509">
            <w:pPr>
              <w:pStyle w:val="SIText"/>
            </w:pPr>
            <w:r w:rsidRPr="00895509">
              <w:t xml:space="preserve">Assessment of skills must take place under the following conditions: </w:t>
            </w:r>
          </w:p>
          <w:p w14:paraId="00C6C7A2" w14:textId="77777777" w:rsidR="00895509" w:rsidRPr="00895509" w:rsidRDefault="00895509" w:rsidP="00895509">
            <w:pPr>
              <w:pStyle w:val="SIText"/>
              <w:rPr>
                <w:rStyle w:val="SITemporaryText"/>
              </w:rPr>
            </w:pPr>
          </w:p>
          <w:p w14:paraId="64E54626" w14:textId="77777777" w:rsidR="00895509" w:rsidRPr="00895509" w:rsidRDefault="00895509" w:rsidP="00895509">
            <w:pPr>
              <w:pStyle w:val="SIBulletList1"/>
            </w:pPr>
            <w:r w:rsidRPr="00895509">
              <w:t>physical conditions:</w:t>
            </w:r>
          </w:p>
          <w:p w14:paraId="4AC117C4" w14:textId="4A6F4371" w:rsidR="00895509" w:rsidRPr="00895509" w:rsidRDefault="00895509" w:rsidP="00895509">
            <w:pPr>
              <w:pStyle w:val="SIBulletList2"/>
              <w:rPr>
                <w:rFonts w:eastAsia="Calibri"/>
              </w:rPr>
            </w:pPr>
            <w:r w:rsidRPr="00895509">
              <w:t>skills must be demonstrated in</w:t>
            </w:r>
            <w:r w:rsidR="002C08BE">
              <w:t xml:space="preserve"> a workplace setting or</w:t>
            </w:r>
            <w:bookmarkStart w:id="0" w:name="_GoBack"/>
            <w:bookmarkEnd w:id="0"/>
            <w:r w:rsidRPr="00895509">
              <w:t xml:space="preserve"> an environment that accurately represents workplace conditions</w:t>
            </w:r>
          </w:p>
          <w:p w14:paraId="6CB99816" w14:textId="77777777" w:rsidR="00895509" w:rsidRPr="00895509" w:rsidRDefault="00895509" w:rsidP="00895509">
            <w:pPr>
              <w:pStyle w:val="SIBulletList1"/>
            </w:pPr>
            <w:r w:rsidRPr="00895509">
              <w:t>resources, equipment and materials:</w:t>
            </w:r>
          </w:p>
          <w:p w14:paraId="270C74B0" w14:textId="1CE071BE" w:rsidR="00895509" w:rsidRPr="00E13F5E" w:rsidRDefault="008468D1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13F5E">
              <w:rPr>
                <w:rStyle w:val="SITemporaryText"/>
                <w:rFonts w:eastAsia="Calibri"/>
                <w:color w:val="auto"/>
                <w:sz w:val="20"/>
              </w:rPr>
              <w:t>access to business records for an enterprise</w:t>
            </w:r>
            <w:r w:rsidR="00C46784" w:rsidRPr="00E13F5E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23E53E9C" w14:textId="77777777" w:rsidR="00895509" w:rsidRPr="00895509" w:rsidRDefault="00895509" w:rsidP="00895509">
            <w:pPr>
              <w:pStyle w:val="SIText"/>
            </w:pPr>
          </w:p>
          <w:p w14:paraId="5BC7EFA9" w14:textId="47E1D34F" w:rsidR="00F1480E" w:rsidRPr="000754EC" w:rsidRDefault="00895509" w:rsidP="009B33C4">
            <w:pPr>
              <w:pStyle w:val="SIText"/>
              <w:rPr>
                <w:rFonts w:eastAsia="Calibri"/>
              </w:rPr>
            </w:pPr>
            <w:r w:rsidRPr="00895509">
              <w:t>Assessors of this unit must satisfy the requirements for assessors in applicable vocational education and training legislation, frameworks and/or standards.</w:t>
            </w:r>
            <w:r w:rsidR="009B33C4" w:rsidRPr="000754EC">
              <w:rPr>
                <w:rFonts w:eastAsia="Calibri"/>
              </w:rPr>
              <w:t xml:space="preserve"> </w:t>
            </w:r>
          </w:p>
        </w:tc>
      </w:tr>
    </w:tbl>
    <w:p w14:paraId="212397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537630" w14:textId="77777777" w:rsidTr="004679E3">
        <w:tc>
          <w:tcPr>
            <w:tcW w:w="990" w:type="pct"/>
            <w:shd w:val="clear" w:color="auto" w:fill="auto"/>
          </w:tcPr>
          <w:p w14:paraId="6D798DC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40124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40A470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1E9F47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8DB66" w14:textId="77777777" w:rsidR="00883225" w:rsidRDefault="00883225" w:rsidP="00BF3F0A">
      <w:r>
        <w:separator/>
      </w:r>
    </w:p>
    <w:p w14:paraId="7805B137" w14:textId="77777777" w:rsidR="00883225" w:rsidRDefault="00883225"/>
  </w:endnote>
  <w:endnote w:type="continuationSeparator" w:id="0">
    <w:p w14:paraId="190491BC" w14:textId="77777777" w:rsidR="00883225" w:rsidRDefault="00883225" w:rsidP="00BF3F0A">
      <w:r>
        <w:continuationSeparator/>
      </w:r>
    </w:p>
    <w:p w14:paraId="5F57AB1E" w14:textId="77777777" w:rsidR="00883225" w:rsidRDefault="008832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BB80F12" w14:textId="2A00281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D4E69">
          <w:rPr>
            <w:noProof/>
          </w:rPr>
          <w:t>1</w:t>
        </w:r>
        <w:r w:rsidRPr="000754EC">
          <w:fldChar w:fldCharType="end"/>
        </w:r>
      </w:p>
      <w:p w14:paraId="5F271A0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A1F4F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FE2B6" w14:textId="77777777" w:rsidR="00883225" w:rsidRDefault="00883225" w:rsidP="00BF3F0A">
      <w:r>
        <w:separator/>
      </w:r>
    </w:p>
    <w:p w14:paraId="01E959E1" w14:textId="77777777" w:rsidR="00883225" w:rsidRDefault="00883225"/>
  </w:footnote>
  <w:footnote w:type="continuationSeparator" w:id="0">
    <w:p w14:paraId="0DB424AA" w14:textId="77777777" w:rsidR="00883225" w:rsidRDefault="00883225" w:rsidP="00BF3F0A">
      <w:r>
        <w:continuationSeparator/>
      </w:r>
    </w:p>
    <w:p w14:paraId="52EF52C4" w14:textId="77777777" w:rsidR="00883225" w:rsidRDefault="008832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A00A4" w14:textId="04CEF0CF" w:rsidR="009C2650" w:rsidRPr="00D024A4" w:rsidRDefault="00EB27E5" w:rsidP="00D024A4">
    <w:pPr>
      <w:pStyle w:val="SIText"/>
    </w:pPr>
    <w:r>
      <w:t>AHCBUS</w:t>
    </w:r>
    <w:r w:rsidR="00D024A4">
      <w:t>5</w:t>
    </w:r>
    <w:r w:rsidR="009B33C4">
      <w:t>1</w:t>
    </w:r>
    <w:r w:rsidR="00D024A4">
      <w:t xml:space="preserve">6 </w:t>
    </w:r>
    <w:r w:rsidR="00D024A4" w:rsidRPr="00D024A4">
      <w:t>Develop and review a business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D6F4131"/>
    <w:multiLevelType w:val="hybridMultilevel"/>
    <w:tmpl w:val="68F018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143AE"/>
    <w:multiLevelType w:val="hybridMultilevel"/>
    <w:tmpl w:val="75D02E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tDQ0NTA0NjIxszRU0lEKTi0uzszPAykwrAUAfbqQf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8BE"/>
    <w:rsid w:val="002C55E9"/>
    <w:rsid w:val="002D0C8B"/>
    <w:rsid w:val="002D330A"/>
    <w:rsid w:val="002D4E69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0B5F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37C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42B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360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FC9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8D1"/>
    <w:rsid w:val="00847B60"/>
    <w:rsid w:val="00850243"/>
    <w:rsid w:val="00851BE5"/>
    <w:rsid w:val="008545EB"/>
    <w:rsid w:val="00865011"/>
    <w:rsid w:val="00883225"/>
    <w:rsid w:val="00886790"/>
    <w:rsid w:val="008908DE"/>
    <w:rsid w:val="00895509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0E2F"/>
    <w:rsid w:val="00997BFC"/>
    <w:rsid w:val="009A5900"/>
    <w:rsid w:val="009A6E6C"/>
    <w:rsid w:val="009A6F3F"/>
    <w:rsid w:val="009B331A"/>
    <w:rsid w:val="009B33C4"/>
    <w:rsid w:val="009C2650"/>
    <w:rsid w:val="009C328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B87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1C32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78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24A4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F5E"/>
    <w:rsid w:val="00E238E6"/>
    <w:rsid w:val="00E35064"/>
    <w:rsid w:val="00E3681D"/>
    <w:rsid w:val="00E40225"/>
    <w:rsid w:val="00E501F0"/>
    <w:rsid w:val="00E6166D"/>
    <w:rsid w:val="00E86913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2B9A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44E1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E5253A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0D08E-9FE7-4C00-AE52-862FFD942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1E3DF-3AC8-4D18-9281-25CF9FDD9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18</cp:revision>
  <cp:lastPrinted>2016-05-27T05:21:00Z</cp:lastPrinted>
  <dcterms:created xsi:type="dcterms:W3CDTF">2018-08-06T02:05:00Z</dcterms:created>
  <dcterms:modified xsi:type="dcterms:W3CDTF">2019-05-30T01:40:00Z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1297</vt:lpwstr>
  </property>
  <property fmtid="{D5CDD505-2E9C-101B-9397-08002B2CF9AE}" pid="19" name="AuthorIds_UIVersion_4608">
    <vt:lpwstr>1297</vt:lpwstr>
  </property>
  <property fmtid="{D5CDD505-2E9C-101B-9397-08002B2CF9AE}" pid="20" name="AuthorIds_UIVersion_6144">
    <vt:lpwstr>115</vt:lpwstr>
  </property>
</Properties>
</file>